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3031"/>
        <w:tblW w:w="9340" w:type="dxa"/>
        <w:tblLook w:val="04A0" w:firstRow="1" w:lastRow="0" w:firstColumn="1" w:lastColumn="0" w:noHBand="0" w:noVBand="1"/>
      </w:tblPr>
      <w:tblGrid>
        <w:gridCol w:w="2466"/>
        <w:gridCol w:w="2436"/>
        <w:gridCol w:w="2286"/>
        <w:gridCol w:w="2346"/>
      </w:tblGrid>
      <w:tr w:rsidR="007E2866" w:rsidTr="001E49A4">
        <w:trPr>
          <w:trHeight w:val="4967"/>
        </w:trPr>
        <w:tc>
          <w:tcPr>
            <w:tcW w:w="2335" w:type="dxa"/>
          </w:tcPr>
          <w:p w:rsidR="007E2866" w:rsidRDefault="001E49A4" w:rsidP="00BE0024">
            <w:pPr>
              <w:pStyle w:val="NoSpacing"/>
              <w:jc w:val="center"/>
            </w:pPr>
            <w:r>
              <w:t>Bernstein Bears:</w:t>
            </w:r>
          </w:p>
          <w:p w:rsidR="001E49A4" w:rsidRDefault="001E49A4" w:rsidP="00BE0024">
            <w:pPr>
              <w:pStyle w:val="NoSpacing"/>
              <w:jc w:val="center"/>
            </w:pPr>
            <w:r>
              <w:rPr>
                <w:i/>
              </w:rPr>
              <w:t xml:space="preserve">Trouble with Friends </w:t>
            </w:r>
            <w:r w:rsidRPr="001E49A4">
              <w:t>Video</w:t>
            </w:r>
          </w:p>
          <w:p w:rsidR="001E49A4" w:rsidRDefault="001E49A4" w:rsidP="00BE0024">
            <w:pPr>
              <w:pStyle w:val="NoSpacing"/>
              <w:jc w:val="center"/>
            </w:pPr>
          </w:p>
          <w:p w:rsidR="001E49A4" w:rsidRDefault="001E49A4" w:rsidP="00BE0024">
            <w:pPr>
              <w:pStyle w:val="NoSpacing"/>
              <w:jc w:val="center"/>
            </w:pPr>
            <w:r>
              <w:rPr>
                <w:noProof/>
              </w:rPr>
              <w:drawing>
                <wp:inline distT="0" distB="0" distL="0" distR="0" wp14:anchorId="3BC00F90" wp14:editId="5221E306">
                  <wp:extent cx="1428750" cy="1428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.23030544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E2866" w:rsidRDefault="007E2866" w:rsidP="00BE0024">
            <w:pPr>
              <w:pStyle w:val="NoSpacing"/>
              <w:jc w:val="center"/>
            </w:pPr>
          </w:p>
          <w:p w:rsidR="007E2866" w:rsidRDefault="007E2866" w:rsidP="00BE0024">
            <w:pPr>
              <w:pStyle w:val="NoSpacing"/>
              <w:jc w:val="center"/>
            </w:pPr>
          </w:p>
          <w:p w:rsidR="007E2866" w:rsidRPr="001E49A4" w:rsidRDefault="007E2866" w:rsidP="00BE0024">
            <w:pPr>
              <w:pStyle w:val="NoSpacing"/>
              <w:jc w:val="center"/>
            </w:pPr>
            <w:r>
              <w:t>Lesson One</w:t>
            </w:r>
          </w:p>
        </w:tc>
        <w:tc>
          <w:tcPr>
            <w:tcW w:w="2335" w:type="dxa"/>
          </w:tcPr>
          <w:p w:rsidR="007E2866" w:rsidRDefault="001E49A4" w:rsidP="00BE0024">
            <w:pPr>
              <w:jc w:val="center"/>
              <w:rPr>
                <w:i/>
              </w:rPr>
            </w:pPr>
            <w:r>
              <w:rPr>
                <w:i/>
              </w:rPr>
              <w:t>Clifford and the</w:t>
            </w:r>
          </w:p>
          <w:p w:rsidR="001E49A4" w:rsidRDefault="001E49A4" w:rsidP="00BE0024">
            <w:pPr>
              <w:jc w:val="center"/>
            </w:pPr>
            <w:r>
              <w:rPr>
                <w:i/>
              </w:rPr>
              <w:t xml:space="preserve">Big Storm </w:t>
            </w:r>
            <w:r>
              <w:t>Video</w:t>
            </w:r>
          </w:p>
          <w:p w:rsidR="007E2866" w:rsidRDefault="007E2866" w:rsidP="00BE0024">
            <w:pPr>
              <w:jc w:val="center"/>
            </w:pPr>
          </w:p>
          <w:p w:rsidR="007E2866" w:rsidRDefault="007E2866" w:rsidP="00BE0024">
            <w:pPr>
              <w:jc w:val="center"/>
            </w:pPr>
          </w:p>
          <w:p w:rsidR="007E2866" w:rsidRDefault="001E49A4" w:rsidP="00BE00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90F439A" wp14:editId="59A176C3">
                  <wp:extent cx="1409700" cy="14097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.23031649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E2866" w:rsidRDefault="007E2866" w:rsidP="00BE0024">
            <w:pPr>
              <w:jc w:val="center"/>
            </w:pPr>
          </w:p>
          <w:p w:rsidR="007E2866" w:rsidRDefault="007E2866" w:rsidP="00BE0024">
            <w:pPr>
              <w:jc w:val="center"/>
            </w:pPr>
          </w:p>
          <w:p w:rsidR="001E49A4" w:rsidRPr="007E2866" w:rsidRDefault="007E2866" w:rsidP="00BE0024">
            <w:pPr>
              <w:jc w:val="center"/>
            </w:pPr>
            <w:r>
              <w:t>Lesson Two</w:t>
            </w:r>
          </w:p>
        </w:tc>
        <w:tc>
          <w:tcPr>
            <w:tcW w:w="2335" w:type="dxa"/>
          </w:tcPr>
          <w:p w:rsidR="001E49A4" w:rsidRDefault="007E2866" w:rsidP="00BE0024">
            <w:pPr>
              <w:jc w:val="center"/>
              <w:rPr>
                <w:i/>
              </w:rPr>
            </w:pPr>
            <w:r>
              <w:rPr>
                <w:i/>
              </w:rPr>
              <w:t>Curious George</w:t>
            </w:r>
          </w:p>
          <w:p w:rsidR="007E2866" w:rsidRDefault="007E2866" w:rsidP="00BE0024">
            <w:pPr>
              <w:jc w:val="center"/>
              <w:rPr>
                <w:i/>
              </w:rPr>
            </w:pPr>
            <w:r>
              <w:rPr>
                <w:i/>
              </w:rPr>
              <w:t>First Day of School</w:t>
            </w:r>
          </w:p>
          <w:p w:rsidR="007E2866" w:rsidRDefault="007E2866" w:rsidP="00BE0024">
            <w:pPr>
              <w:jc w:val="center"/>
              <w:rPr>
                <w:i/>
              </w:rPr>
            </w:pPr>
          </w:p>
          <w:p w:rsidR="007E2866" w:rsidRDefault="007E2866" w:rsidP="00BE0024">
            <w:pPr>
              <w:jc w:val="center"/>
              <w:rPr>
                <w:i/>
              </w:rPr>
            </w:pPr>
          </w:p>
          <w:p w:rsidR="007E2866" w:rsidRDefault="007E2866" w:rsidP="00BE0024">
            <w:pPr>
              <w:jc w:val="center"/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 wp14:anchorId="2255EE6F" wp14:editId="55A8D8C3">
                  <wp:extent cx="1314450" cy="13144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.23031695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E2866" w:rsidRDefault="007E2866" w:rsidP="00BE0024">
            <w:pPr>
              <w:jc w:val="center"/>
            </w:pPr>
          </w:p>
          <w:p w:rsidR="007E2866" w:rsidRDefault="007E2866" w:rsidP="00BE0024">
            <w:pPr>
              <w:jc w:val="center"/>
            </w:pPr>
          </w:p>
          <w:p w:rsidR="007E2866" w:rsidRDefault="007E2866" w:rsidP="00BE0024">
            <w:pPr>
              <w:jc w:val="center"/>
            </w:pPr>
          </w:p>
          <w:p w:rsidR="007E2866" w:rsidRPr="007E2866" w:rsidRDefault="007E2866" w:rsidP="00BE0024">
            <w:pPr>
              <w:jc w:val="center"/>
            </w:pPr>
            <w:r>
              <w:t>Lesson 3</w:t>
            </w:r>
          </w:p>
        </w:tc>
        <w:tc>
          <w:tcPr>
            <w:tcW w:w="2335" w:type="dxa"/>
          </w:tcPr>
          <w:p w:rsidR="001E49A4" w:rsidRPr="00BE0024" w:rsidRDefault="007E2866" w:rsidP="00BE0024">
            <w:pPr>
              <w:jc w:val="center"/>
              <w:rPr>
                <w:i/>
              </w:rPr>
            </w:pPr>
            <w:r w:rsidRPr="00BE0024">
              <w:rPr>
                <w:i/>
              </w:rPr>
              <w:t>On the Night Before 1</w:t>
            </w:r>
            <w:r w:rsidRPr="00BE0024">
              <w:rPr>
                <w:i/>
                <w:vertAlign w:val="superscript"/>
              </w:rPr>
              <w:t>st</w:t>
            </w:r>
            <w:r w:rsidRPr="00BE0024">
              <w:rPr>
                <w:i/>
              </w:rPr>
              <w:t xml:space="preserve"> grade</w:t>
            </w:r>
          </w:p>
          <w:p w:rsidR="007E2866" w:rsidRDefault="007E2866" w:rsidP="00BE0024">
            <w:pPr>
              <w:jc w:val="center"/>
            </w:pPr>
          </w:p>
          <w:p w:rsidR="007E2866" w:rsidRDefault="007E2866" w:rsidP="00BE0024">
            <w:pPr>
              <w:jc w:val="center"/>
            </w:pPr>
          </w:p>
          <w:p w:rsidR="00BE0024" w:rsidRDefault="007E2866" w:rsidP="00BE00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99092C5" wp14:editId="4A5B78EA">
                  <wp:extent cx="1352550" cy="13525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st grad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E2866" w:rsidRDefault="007E2866" w:rsidP="00BE0024">
            <w:pPr>
              <w:jc w:val="center"/>
            </w:pPr>
          </w:p>
          <w:p w:rsidR="00BE0024" w:rsidRDefault="00BE0024" w:rsidP="00BE0024">
            <w:pPr>
              <w:jc w:val="center"/>
            </w:pPr>
          </w:p>
          <w:p w:rsidR="00BE0024" w:rsidRDefault="00BE0024" w:rsidP="00BE0024">
            <w:pPr>
              <w:jc w:val="center"/>
            </w:pPr>
          </w:p>
          <w:p w:rsidR="00BE0024" w:rsidRPr="00BE0024" w:rsidRDefault="00BE0024" w:rsidP="00BE0024">
            <w:pPr>
              <w:jc w:val="center"/>
            </w:pPr>
            <w:r>
              <w:t>First day of School</w:t>
            </w:r>
            <w:bookmarkStart w:id="0" w:name="_GoBack"/>
            <w:bookmarkEnd w:id="0"/>
          </w:p>
        </w:tc>
      </w:tr>
      <w:tr w:rsidR="007E2866" w:rsidTr="001E49A4">
        <w:trPr>
          <w:trHeight w:val="4967"/>
        </w:trPr>
        <w:tc>
          <w:tcPr>
            <w:tcW w:w="2335" w:type="dxa"/>
          </w:tcPr>
          <w:p w:rsidR="001E49A4" w:rsidRPr="00BE0024" w:rsidRDefault="00BE0024" w:rsidP="00BE0024">
            <w:pPr>
              <w:jc w:val="center"/>
              <w:rPr>
                <w:i/>
              </w:rPr>
            </w:pPr>
            <w:r w:rsidRPr="00BE0024">
              <w:rPr>
                <w:i/>
              </w:rPr>
              <w:t>City and County Mouse</w:t>
            </w:r>
          </w:p>
          <w:p w:rsidR="00BE0024" w:rsidRPr="00BE0024" w:rsidRDefault="00BE0024" w:rsidP="00BE0024">
            <w:pPr>
              <w:jc w:val="center"/>
              <w:rPr>
                <w:i/>
              </w:rPr>
            </w:pPr>
          </w:p>
          <w:p w:rsidR="00BE0024" w:rsidRDefault="00BE0024" w:rsidP="00BE0024">
            <w:pPr>
              <w:jc w:val="center"/>
              <w:rPr>
                <w:i/>
                <w:noProof/>
              </w:rPr>
            </w:pPr>
          </w:p>
          <w:p w:rsidR="00BE0024" w:rsidRPr="00BE0024" w:rsidRDefault="00BE0024" w:rsidP="00BE0024">
            <w:pPr>
              <w:jc w:val="center"/>
              <w:rPr>
                <w:i/>
              </w:rPr>
            </w:pPr>
            <w:r w:rsidRPr="00BE0024">
              <w:rPr>
                <w:i/>
                <w:noProof/>
              </w:rPr>
              <w:drawing>
                <wp:inline distT="0" distB="0" distL="0" distR="0" wp14:anchorId="3CFF89E1" wp14:editId="32595CCC">
                  <wp:extent cx="1381125" cy="13811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ty country mous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E0024" w:rsidRPr="00BE0024" w:rsidRDefault="00BE0024" w:rsidP="00BE0024">
            <w:pPr>
              <w:jc w:val="center"/>
              <w:rPr>
                <w:i/>
              </w:rPr>
            </w:pPr>
          </w:p>
          <w:p w:rsidR="00BE0024" w:rsidRPr="00BE0024" w:rsidRDefault="00BE0024" w:rsidP="00BE0024">
            <w:pPr>
              <w:jc w:val="center"/>
              <w:rPr>
                <w:i/>
              </w:rPr>
            </w:pPr>
          </w:p>
          <w:p w:rsidR="00BE0024" w:rsidRPr="00BE0024" w:rsidRDefault="00BE0024" w:rsidP="00BE0024">
            <w:pPr>
              <w:jc w:val="center"/>
            </w:pPr>
            <w:r w:rsidRPr="00BE0024">
              <w:t>Lesson 4</w:t>
            </w:r>
          </w:p>
        </w:tc>
        <w:tc>
          <w:tcPr>
            <w:tcW w:w="2335" w:type="dxa"/>
          </w:tcPr>
          <w:p w:rsidR="001E49A4" w:rsidRPr="00BE0024" w:rsidRDefault="00BE0024" w:rsidP="00BE0024">
            <w:pPr>
              <w:jc w:val="center"/>
              <w:rPr>
                <w:i/>
              </w:rPr>
            </w:pPr>
            <w:r w:rsidRPr="00BE0024">
              <w:rPr>
                <w:i/>
              </w:rPr>
              <w:t>Bernstein Bears:</w:t>
            </w:r>
          </w:p>
          <w:p w:rsidR="00BE0024" w:rsidRPr="00BE0024" w:rsidRDefault="00BE0024" w:rsidP="00BE0024">
            <w:pPr>
              <w:jc w:val="center"/>
              <w:rPr>
                <w:i/>
              </w:rPr>
            </w:pPr>
            <w:r w:rsidRPr="00BE0024">
              <w:rPr>
                <w:i/>
              </w:rPr>
              <w:t>New Neighbors</w:t>
            </w:r>
          </w:p>
          <w:p w:rsidR="00BE0024" w:rsidRDefault="00BE0024" w:rsidP="00BE0024">
            <w:pPr>
              <w:jc w:val="center"/>
              <w:rPr>
                <w:i/>
              </w:rPr>
            </w:pPr>
          </w:p>
          <w:p w:rsidR="00BE0024" w:rsidRPr="00BE0024" w:rsidRDefault="00BE0024" w:rsidP="00BE0024">
            <w:pPr>
              <w:jc w:val="center"/>
              <w:rPr>
                <w:i/>
              </w:rPr>
            </w:pPr>
          </w:p>
          <w:p w:rsidR="00BE0024" w:rsidRPr="00BE0024" w:rsidRDefault="00BE0024" w:rsidP="00BE0024">
            <w:pPr>
              <w:jc w:val="center"/>
              <w:rPr>
                <w:i/>
              </w:rPr>
            </w:pPr>
            <w:r w:rsidRPr="00BE0024">
              <w:rPr>
                <w:i/>
                <w:noProof/>
              </w:rPr>
              <w:drawing>
                <wp:inline distT="0" distB="0" distL="0" distR="0" wp14:anchorId="750BF74E" wp14:editId="671B5CC6">
                  <wp:extent cx="1209675" cy="12096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ighbor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E0024" w:rsidRPr="00BE0024" w:rsidRDefault="00BE0024" w:rsidP="00BE0024">
            <w:pPr>
              <w:jc w:val="center"/>
              <w:rPr>
                <w:i/>
              </w:rPr>
            </w:pPr>
          </w:p>
          <w:p w:rsidR="00BE0024" w:rsidRPr="00BE0024" w:rsidRDefault="00BE0024" w:rsidP="00BE0024">
            <w:pPr>
              <w:jc w:val="center"/>
              <w:rPr>
                <w:i/>
              </w:rPr>
            </w:pPr>
          </w:p>
          <w:p w:rsidR="00BE0024" w:rsidRPr="00BE0024" w:rsidRDefault="00BE0024" w:rsidP="00BE0024">
            <w:pPr>
              <w:jc w:val="center"/>
            </w:pPr>
            <w:r w:rsidRPr="00BE0024">
              <w:t>Lesson 4</w:t>
            </w:r>
          </w:p>
        </w:tc>
        <w:tc>
          <w:tcPr>
            <w:tcW w:w="2335" w:type="dxa"/>
          </w:tcPr>
          <w:p w:rsidR="001E49A4" w:rsidRPr="00BE0024" w:rsidRDefault="00BE0024" w:rsidP="00BE0024">
            <w:pPr>
              <w:jc w:val="center"/>
              <w:rPr>
                <w:i/>
              </w:rPr>
            </w:pPr>
            <w:r w:rsidRPr="00BE0024">
              <w:rPr>
                <w:i/>
              </w:rPr>
              <w:t>Curious George Visits the Zoo</w:t>
            </w:r>
          </w:p>
          <w:p w:rsidR="00BE0024" w:rsidRDefault="00BE0024" w:rsidP="00BE0024">
            <w:pPr>
              <w:jc w:val="center"/>
            </w:pPr>
          </w:p>
          <w:p w:rsidR="00BE0024" w:rsidRDefault="00BE0024" w:rsidP="00BE0024">
            <w:pPr>
              <w:jc w:val="center"/>
            </w:pPr>
          </w:p>
          <w:p w:rsidR="00BE0024" w:rsidRDefault="00BE0024" w:rsidP="00BE002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FC31849" wp14:editId="1A8761C4">
                  <wp:extent cx="1200150" cy="12001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oo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E0024" w:rsidRDefault="00BE0024" w:rsidP="00BE0024">
            <w:pPr>
              <w:jc w:val="center"/>
            </w:pPr>
          </w:p>
          <w:p w:rsidR="00BE0024" w:rsidRDefault="00BE0024" w:rsidP="00BE0024">
            <w:pPr>
              <w:jc w:val="center"/>
            </w:pPr>
          </w:p>
          <w:p w:rsidR="00BE0024" w:rsidRDefault="00BE0024" w:rsidP="00BE0024">
            <w:pPr>
              <w:jc w:val="center"/>
            </w:pPr>
            <w:r>
              <w:t>Lesson 5</w:t>
            </w:r>
          </w:p>
        </w:tc>
        <w:tc>
          <w:tcPr>
            <w:tcW w:w="2335" w:type="dxa"/>
          </w:tcPr>
          <w:p w:rsidR="001E49A4" w:rsidRDefault="00BE0024" w:rsidP="00BE0024">
            <w:pPr>
              <w:jc w:val="center"/>
              <w:rPr>
                <w:i/>
              </w:rPr>
            </w:pPr>
            <w:r w:rsidRPr="00BE0024">
              <w:rPr>
                <w:i/>
              </w:rPr>
              <w:t>Pete the Cat:  I’m Rocking in my school shoes video</w:t>
            </w:r>
          </w:p>
          <w:p w:rsidR="00BE0024" w:rsidRDefault="00BE0024" w:rsidP="00BE0024">
            <w:pPr>
              <w:jc w:val="center"/>
              <w:rPr>
                <w:i/>
              </w:rPr>
            </w:pPr>
          </w:p>
          <w:p w:rsidR="00BE0024" w:rsidRDefault="00BE0024" w:rsidP="00BE0024">
            <w:pPr>
              <w:jc w:val="center"/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 wp14:anchorId="0FA00669" wp14:editId="0922B00E">
                  <wp:extent cx="1228725" cy="12287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te the cat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E0024" w:rsidRDefault="00BE0024" w:rsidP="00BE0024">
            <w:pPr>
              <w:jc w:val="center"/>
              <w:rPr>
                <w:i/>
              </w:rPr>
            </w:pPr>
          </w:p>
          <w:p w:rsidR="00BE0024" w:rsidRDefault="00BE0024" w:rsidP="00BE0024">
            <w:pPr>
              <w:jc w:val="center"/>
              <w:rPr>
                <w:i/>
              </w:rPr>
            </w:pPr>
          </w:p>
          <w:p w:rsidR="00BE0024" w:rsidRPr="00BE0024" w:rsidRDefault="00BE0024" w:rsidP="00BE0024">
            <w:pPr>
              <w:jc w:val="center"/>
            </w:pPr>
            <w:r w:rsidRPr="00BE0024">
              <w:t>Lesson 5</w:t>
            </w:r>
          </w:p>
        </w:tc>
      </w:tr>
    </w:tbl>
    <w:p w:rsidR="006C5953" w:rsidRDefault="001E49A4" w:rsidP="001E49A4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English Language Arts </w:t>
      </w:r>
    </w:p>
    <w:p w:rsidR="001E49A4" w:rsidRDefault="001E49A4" w:rsidP="001E49A4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QR codes for </w:t>
      </w:r>
      <w:r w:rsidR="00BE0024">
        <w:rPr>
          <w:rFonts w:ascii="Comic Sans MS" w:hAnsi="Comic Sans MS"/>
          <w:sz w:val="28"/>
          <w:szCs w:val="28"/>
        </w:rPr>
        <w:t xml:space="preserve">videos to go with each weeks ELA lesson.  </w:t>
      </w:r>
    </w:p>
    <w:p w:rsidR="001E49A4" w:rsidRDefault="001E49A4" w:rsidP="001E49A4">
      <w:pPr>
        <w:jc w:val="center"/>
        <w:rPr>
          <w:rFonts w:ascii="Comic Sans MS" w:hAnsi="Comic Sans MS"/>
          <w:sz w:val="28"/>
          <w:szCs w:val="28"/>
        </w:rPr>
      </w:pPr>
    </w:p>
    <w:p w:rsidR="001E49A4" w:rsidRDefault="001E49A4" w:rsidP="001E49A4">
      <w:pPr>
        <w:jc w:val="center"/>
        <w:rPr>
          <w:rFonts w:ascii="Comic Sans MS" w:hAnsi="Comic Sans MS"/>
          <w:sz w:val="28"/>
          <w:szCs w:val="28"/>
        </w:rPr>
      </w:pPr>
    </w:p>
    <w:p w:rsidR="001E49A4" w:rsidRPr="001E49A4" w:rsidRDefault="001E49A4" w:rsidP="001E49A4">
      <w:pPr>
        <w:rPr>
          <w:rFonts w:ascii="Comic Sans MS" w:hAnsi="Comic Sans MS"/>
          <w:sz w:val="28"/>
          <w:szCs w:val="28"/>
        </w:rPr>
      </w:pPr>
    </w:p>
    <w:sectPr w:rsidR="001E49A4" w:rsidRPr="001E49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9A4"/>
    <w:rsid w:val="000D7438"/>
    <w:rsid w:val="001E49A4"/>
    <w:rsid w:val="006C5953"/>
    <w:rsid w:val="007E2866"/>
    <w:rsid w:val="00BE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E49A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9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E49A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9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pn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105CFA58</Template>
  <TotalTime>33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Peterson</dc:creator>
  <cp:lastModifiedBy>Leah Peterson</cp:lastModifiedBy>
  <cp:revision>1</cp:revision>
  <dcterms:created xsi:type="dcterms:W3CDTF">2014-06-25T17:39:00Z</dcterms:created>
  <dcterms:modified xsi:type="dcterms:W3CDTF">2014-06-25T18:12:00Z</dcterms:modified>
</cp:coreProperties>
</file>